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80780" w14:textId="7C43BBB5" w:rsidR="00463F67" w:rsidRDefault="003E5D84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3016B018D6EA4A3DB07934059637A58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417E7" w:rsidRPr="00E417E7">
            <w:rPr>
              <w:kern w:val="32"/>
              <w:szCs w:val="24"/>
            </w:rPr>
            <w:t>Form A05 Aircraft journey log</w:t>
          </w:r>
        </w:sdtContent>
      </w:sdt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704"/>
        <w:gridCol w:w="1134"/>
      </w:tblGrid>
      <w:tr w:rsidR="00503E31" w:rsidRPr="00503E31" w14:paraId="2223737C" w14:textId="678EB1EB" w:rsidTr="00503E31">
        <w:tc>
          <w:tcPr>
            <w:tcW w:w="704" w:type="dxa"/>
          </w:tcPr>
          <w:p w14:paraId="5E529B7A" w14:textId="7E1D9065" w:rsidR="00503E31" w:rsidRPr="00503E31" w:rsidRDefault="00503E31" w:rsidP="00B935EA">
            <w:pPr>
              <w:pStyle w:val="Sampletext"/>
            </w:pPr>
            <w:r w:rsidRPr="00503E31">
              <w:t xml:space="preserve">VH </w:t>
            </w:r>
            <w:r w:rsidR="00A90F08">
              <w:t>–</w:t>
            </w:r>
          </w:p>
        </w:tc>
        <w:tc>
          <w:tcPr>
            <w:tcW w:w="1134" w:type="dxa"/>
          </w:tcPr>
          <w:p w14:paraId="684C61E1" w14:textId="77777777" w:rsidR="00503E31" w:rsidRPr="00503E31" w:rsidRDefault="00503E31" w:rsidP="00B935EA">
            <w:pPr>
              <w:pStyle w:val="Sampletext"/>
            </w:pPr>
          </w:p>
        </w:tc>
      </w:tr>
    </w:tbl>
    <w:p w14:paraId="6EFA5AA6" w14:textId="77777777" w:rsidR="00AA4954" w:rsidRPr="00882970" w:rsidRDefault="00AA4954" w:rsidP="00503E31">
      <w:pPr>
        <w:pStyle w:val="SourceNotes"/>
      </w:pPr>
    </w:p>
    <w:tbl>
      <w:tblPr>
        <w:tblStyle w:val="SD-MOStable"/>
        <w:tblW w:w="5000" w:type="pct"/>
        <w:tblLook w:val="0620" w:firstRow="1" w:lastRow="0" w:firstColumn="0" w:lastColumn="0" w:noHBand="1" w:noVBand="1"/>
        <w:tblCaption w:val="4B15 Aircraft Journey Log"/>
        <w:tblDescription w:val="4B15 Aircraft Journey Log"/>
      </w:tblPr>
      <w:tblGrid>
        <w:gridCol w:w="910"/>
        <w:gridCol w:w="1779"/>
        <w:gridCol w:w="1277"/>
        <w:gridCol w:w="1200"/>
        <w:gridCol w:w="1065"/>
        <w:gridCol w:w="1136"/>
        <w:gridCol w:w="1133"/>
        <w:gridCol w:w="1277"/>
        <w:gridCol w:w="1133"/>
        <w:gridCol w:w="991"/>
        <w:gridCol w:w="3487"/>
      </w:tblGrid>
      <w:tr w:rsidR="00EA5AFB" w:rsidRPr="00882970" w14:paraId="5A2597FF" w14:textId="77777777" w:rsidTr="00A90F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tblHeader/>
        </w:trPr>
        <w:tc>
          <w:tcPr>
            <w:tcW w:w="296" w:type="pct"/>
          </w:tcPr>
          <w:p w14:paraId="125B9647" w14:textId="77777777" w:rsidR="00EA5AFB" w:rsidRPr="00882970" w:rsidRDefault="00EA5AFB" w:rsidP="00F3353D">
            <w:r w:rsidRPr="00882970">
              <w:t>*Date</w:t>
            </w:r>
          </w:p>
        </w:tc>
        <w:tc>
          <w:tcPr>
            <w:tcW w:w="578" w:type="pct"/>
          </w:tcPr>
          <w:p w14:paraId="5EA0E740" w14:textId="77777777" w:rsidR="00EA5AFB" w:rsidRPr="00882970" w:rsidRDefault="00EA5AFB" w:rsidP="00F3353D">
            <w:r w:rsidRPr="00882970">
              <w:t>*Pilot</w:t>
            </w:r>
          </w:p>
        </w:tc>
        <w:tc>
          <w:tcPr>
            <w:tcW w:w="415" w:type="pct"/>
          </w:tcPr>
          <w:p w14:paraId="5DD46AB3" w14:textId="77777777" w:rsidR="00EA5AFB" w:rsidRPr="00882970" w:rsidRDefault="00EA5AFB" w:rsidP="00F3353D">
            <w:r w:rsidRPr="00882970">
              <w:t>*From</w:t>
            </w:r>
          </w:p>
        </w:tc>
        <w:tc>
          <w:tcPr>
            <w:tcW w:w="390" w:type="pct"/>
          </w:tcPr>
          <w:p w14:paraId="390E36CF" w14:textId="77777777" w:rsidR="00EA5AFB" w:rsidRPr="00882970" w:rsidRDefault="00EA5AFB" w:rsidP="00F3353D">
            <w:r w:rsidRPr="00882970">
              <w:t>To</w:t>
            </w:r>
          </w:p>
        </w:tc>
        <w:tc>
          <w:tcPr>
            <w:tcW w:w="346" w:type="pct"/>
          </w:tcPr>
          <w:p w14:paraId="71597E9C" w14:textId="77777777" w:rsidR="00EA5AFB" w:rsidRPr="00882970" w:rsidRDefault="00EA5AFB" w:rsidP="00F3353D">
            <w:r w:rsidRPr="00882970">
              <w:t xml:space="preserve">Departure time </w:t>
            </w:r>
          </w:p>
        </w:tc>
        <w:tc>
          <w:tcPr>
            <w:tcW w:w="369" w:type="pct"/>
          </w:tcPr>
          <w:p w14:paraId="115B1798" w14:textId="77777777" w:rsidR="00EA5AFB" w:rsidRPr="00882970" w:rsidRDefault="00EA5AFB" w:rsidP="00F3353D">
            <w:r w:rsidRPr="00882970">
              <w:t>Arrival time</w:t>
            </w:r>
          </w:p>
        </w:tc>
        <w:tc>
          <w:tcPr>
            <w:tcW w:w="368" w:type="pct"/>
          </w:tcPr>
          <w:p w14:paraId="6EA4CB80" w14:textId="77777777" w:rsidR="00EA5AFB" w:rsidRPr="00882970" w:rsidRDefault="00EA5AFB" w:rsidP="00F3353D">
            <w:r w:rsidRPr="00882970">
              <w:t>Duration</w:t>
            </w:r>
          </w:p>
        </w:tc>
        <w:tc>
          <w:tcPr>
            <w:tcW w:w="415" w:type="pct"/>
          </w:tcPr>
          <w:p w14:paraId="431FF0ED" w14:textId="77777777" w:rsidR="00EA5AFB" w:rsidRPr="00882970" w:rsidRDefault="00EA5AFB" w:rsidP="00F3353D">
            <w:r w:rsidRPr="00882970">
              <w:t>*Fuel added</w:t>
            </w:r>
          </w:p>
        </w:tc>
        <w:tc>
          <w:tcPr>
            <w:tcW w:w="368" w:type="pct"/>
          </w:tcPr>
          <w:p w14:paraId="3B6A7EA7" w14:textId="77777777" w:rsidR="00EA5AFB" w:rsidRPr="00882970" w:rsidRDefault="00EA5AFB" w:rsidP="00F3353D">
            <w:r w:rsidRPr="00882970">
              <w:t>*Fuel start</w:t>
            </w:r>
            <w:r w:rsidRPr="00882970" w:rsidDel="00122448">
              <w:t xml:space="preserve"> </w:t>
            </w:r>
          </w:p>
        </w:tc>
        <w:tc>
          <w:tcPr>
            <w:tcW w:w="322" w:type="pct"/>
          </w:tcPr>
          <w:p w14:paraId="7F899C3D" w14:textId="77777777" w:rsidR="00EA5AFB" w:rsidRPr="00882970" w:rsidRDefault="00EA5AFB" w:rsidP="00F3353D">
            <w:r w:rsidRPr="00882970">
              <w:t>Fuel end</w:t>
            </w:r>
          </w:p>
        </w:tc>
        <w:tc>
          <w:tcPr>
            <w:tcW w:w="1133" w:type="pct"/>
          </w:tcPr>
          <w:p w14:paraId="5D3BCC9D" w14:textId="77777777" w:rsidR="00EA5AFB" w:rsidRPr="00882970" w:rsidRDefault="00EA5AFB" w:rsidP="00F3353D">
            <w:r w:rsidRPr="00882970">
              <w:t>Comments</w:t>
            </w:r>
          </w:p>
        </w:tc>
      </w:tr>
      <w:tr w:rsidR="00EA5AFB" w:rsidRPr="00882970" w14:paraId="6FC0AD43" w14:textId="77777777" w:rsidTr="00A90F08">
        <w:trPr>
          <w:trHeight w:val="22"/>
        </w:trPr>
        <w:tc>
          <w:tcPr>
            <w:tcW w:w="296" w:type="pct"/>
          </w:tcPr>
          <w:p w14:paraId="6F45003A" w14:textId="77777777" w:rsidR="00EA5AFB" w:rsidRPr="00882970" w:rsidRDefault="00EA5AFB" w:rsidP="00F3353D"/>
        </w:tc>
        <w:tc>
          <w:tcPr>
            <w:tcW w:w="578" w:type="pct"/>
          </w:tcPr>
          <w:p w14:paraId="4526B52B" w14:textId="77777777" w:rsidR="00EA5AFB" w:rsidRPr="00882970" w:rsidRDefault="00EA5AFB" w:rsidP="00F3353D"/>
        </w:tc>
        <w:tc>
          <w:tcPr>
            <w:tcW w:w="415" w:type="pct"/>
          </w:tcPr>
          <w:p w14:paraId="79011573" w14:textId="77777777" w:rsidR="00EA5AFB" w:rsidRPr="00882970" w:rsidRDefault="00EA5AFB" w:rsidP="00F3353D"/>
        </w:tc>
        <w:tc>
          <w:tcPr>
            <w:tcW w:w="390" w:type="pct"/>
          </w:tcPr>
          <w:p w14:paraId="39A0CD05" w14:textId="77777777" w:rsidR="00EA5AFB" w:rsidRPr="00882970" w:rsidRDefault="00EA5AFB" w:rsidP="00F3353D"/>
        </w:tc>
        <w:tc>
          <w:tcPr>
            <w:tcW w:w="346" w:type="pct"/>
          </w:tcPr>
          <w:p w14:paraId="68E6168D" w14:textId="77777777" w:rsidR="00EA5AFB" w:rsidRPr="00882970" w:rsidRDefault="00EA5AFB" w:rsidP="00F3353D"/>
        </w:tc>
        <w:tc>
          <w:tcPr>
            <w:tcW w:w="369" w:type="pct"/>
          </w:tcPr>
          <w:p w14:paraId="5DFC01FA" w14:textId="77777777" w:rsidR="00EA5AFB" w:rsidRPr="00882970" w:rsidRDefault="00EA5AFB" w:rsidP="00F3353D"/>
        </w:tc>
        <w:tc>
          <w:tcPr>
            <w:tcW w:w="368" w:type="pct"/>
          </w:tcPr>
          <w:p w14:paraId="27E4BD19" w14:textId="77777777" w:rsidR="00EA5AFB" w:rsidRPr="00882970" w:rsidRDefault="00EA5AFB" w:rsidP="00F3353D"/>
        </w:tc>
        <w:tc>
          <w:tcPr>
            <w:tcW w:w="415" w:type="pct"/>
          </w:tcPr>
          <w:p w14:paraId="0D37236E" w14:textId="77777777" w:rsidR="00EA5AFB" w:rsidRPr="00882970" w:rsidRDefault="00EA5AFB" w:rsidP="00F3353D"/>
        </w:tc>
        <w:tc>
          <w:tcPr>
            <w:tcW w:w="368" w:type="pct"/>
          </w:tcPr>
          <w:p w14:paraId="1756E10B" w14:textId="77777777" w:rsidR="00EA5AFB" w:rsidRPr="00882970" w:rsidRDefault="00EA5AFB" w:rsidP="00F3353D"/>
        </w:tc>
        <w:tc>
          <w:tcPr>
            <w:tcW w:w="322" w:type="pct"/>
          </w:tcPr>
          <w:p w14:paraId="7B0431AB" w14:textId="77777777" w:rsidR="00EA5AFB" w:rsidRPr="00882970" w:rsidRDefault="00EA5AFB" w:rsidP="00F3353D"/>
        </w:tc>
        <w:tc>
          <w:tcPr>
            <w:tcW w:w="1133" w:type="pct"/>
          </w:tcPr>
          <w:p w14:paraId="6AF262AE" w14:textId="77777777" w:rsidR="00EA5AFB" w:rsidRPr="00882970" w:rsidRDefault="00EA5AFB" w:rsidP="00F3353D"/>
        </w:tc>
      </w:tr>
      <w:tr w:rsidR="00EA5AFB" w:rsidRPr="00882970" w14:paraId="7E66A0F3" w14:textId="77777777" w:rsidTr="00A90F08">
        <w:trPr>
          <w:trHeight w:val="22"/>
        </w:trPr>
        <w:tc>
          <w:tcPr>
            <w:tcW w:w="296" w:type="pct"/>
          </w:tcPr>
          <w:p w14:paraId="4DC3CD83" w14:textId="77777777" w:rsidR="00EA5AFB" w:rsidRPr="00882970" w:rsidRDefault="00EA5AFB" w:rsidP="00F3353D"/>
        </w:tc>
        <w:tc>
          <w:tcPr>
            <w:tcW w:w="578" w:type="pct"/>
          </w:tcPr>
          <w:p w14:paraId="6BB00343" w14:textId="77777777" w:rsidR="00EA5AFB" w:rsidRPr="00882970" w:rsidRDefault="00EA5AFB" w:rsidP="00F3353D"/>
        </w:tc>
        <w:tc>
          <w:tcPr>
            <w:tcW w:w="415" w:type="pct"/>
          </w:tcPr>
          <w:p w14:paraId="5A7A1806" w14:textId="77777777" w:rsidR="00EA5AFB" w:rsidRPr="00882970" w:rsidRDefault="00EA5AFB" w:rsidP="00F3353D"/>
        </w:tc>
        <w:tc>
          <w:tcPr>
            <w:tcW w:w="390" w:type="pct"/>
          </w:tcPr>
          <w:p w14:paraId="18F89398" w14:textId="77777777" w:rsidR="00EA5AFB" w:rsidRPr="00882970" w:rsidRDefault="00EA5AFB" w:rsidP="00F3353D"/>
        </w:tc>
        <w:tc>
          <w:tcPr>
            <w:tcW w:w="346" w:type="pct"/>
          </w:tcPr>
          <w:p w14:paraId="1342F9E6" w14:textId="77777777" w:rsidR="00EA5AFB" w:rsidRPr="00882970" w:rsidRDefault="00EA5AFB" w:rsidP="00F3353D"/>
        </w:tc>
        <w:tc>
          <w:tcPr>
            <w:tcW w:w="369" w:type="pct"/>
          </w:tcPr>
          <w:p w14:paraId="0B79B191" w14:textId="77777777" w:rsidR="00EA5AFB" w:rsidRPr="00882970" w:rsidRDefault="00EA5AFB" w:rsidP="00F3353D"/>
        </w:tc>
        <w:tc>
          <w:tcPr>
            <w:tcW w:w="368" w:type="pct"/>
          </w:tcPr>
          <w:p w14:paraId="569DC651" w14:textId="77777777" w:rsidR="00EA5AFB" w:rsidRPr="00882970" w:rsidRDefault="00EA5AFB" w:rsidP="00F3353D"/>
        </w:tc>
        <w:tc>
          <w:tcPr>
            <w:tcW w:w="415" w:type="pct"/>
          </w:tcPr>
          <w:p w14:paraId="7DCDE591" w14:textId="77777777" w:rsidR="00EA5AFB" w:rsidRPr="00882970" w:rsidRDefault="00EA5AFB" w:rsidP="00F3353D"/>
        </w:tc>
        <w:tc>
          <w:tcPr>
            <w:tcW w:w="368" w:type="pct"/>
          </w:tcPr>
          <w:p w14:paraId="5EECEB34" w14:textId="77777777" w:rsidR="00EA5AFB" w:rsidRPr="00882970" w:rsidRDefault="00EA5AFB" w:rsidP="00F3353D"/>
        </w:tc>
        <w:tc>
          <w:tcPr>
            <w:tcW w:w="322" w:type="pct"/>
          </w:tcPr>
          <w:p w14:paraId="420809B9" w14:textId="77777777" w:rsidR="00EA5AFB" w:rsidRPr="00882970" w:rsidRDefault="00EA5AFB" w:rsidP="00F3353D"/>
        </w:tc>
        <w:tc>
          <w:tcPr>
            <w:tcW w:w="1133" w:type="pct"/>
          </w:tcPr>
          <w:p w14:paraId="4969E442" w14:textId="77777777" w:rsidR="00EA5AFB" w:rsidRPr="00882970" w:rsidRDefault="00EA5AFB" w:rsidP="00F3353D"/>
        </w:tc>
      </w:tr>
      <w:tr w:rsidR="00EA5AFB" w:rsidRPr="00882970" w14:paraId="21BCFEB4" w14:textId="77777777" w:rsidTr="00A90F08">
        <w:trPr>
          <w:trHeight w:val="22"/>
        </w:trPr>
        <w:tc>
          <w:tcPr>
            <w:tcW w:w="296" w:type="pct"/>
          </w:tcPr>
          <w:p w14:paraId="42397679" w14:textId="77777777" w:rsidR="00EA5AFB" w:rsidRPr="00882970" w:rsidRDefault="00EA5AFB" w:rsidP="00F3353D"/>
        </w:tc>
        <w:tc>
          <w:tcPr>
            <w:tcW w:w="578" w:type="pct"/>
          </w:tcPr>
          <w:p w14:paraId="3182E4E3" w14:textId="77777777" w:rsidR="00EA5AFB" w:rsidRPr="00882970" w:rsidRDefault="00EA5AFB" w:rsidP="00F3353D"/>
        </w:tc>
        <w:tc>
          <w:tcPr>
            <w:tcW w:w="415" w:type="pct"/>
          </w:tcPr>
          <w:p w14:paraId="0593A5A5" w14:textId="77777777" w:rsidR="00EA5AFB" w:rsidRPr="00882970" w:rsidRDefault="00EA5AFB" w:rsidP="00F3353D"/>
        </w:tc>
        <w:tc>
          <w:tcPr>
            <w:tcW w:w="390" w:type="pct"/>
          </w:tcPr>
          <w:p w14:paraId="0C4661DE" w14:textId="77777777" w:rsidR="00EA5AFB" w:rsidRPr="00882970" w:rsidRDefault="00EA5AFB" w:rsidP="00F3353D"/>
        </w:tc>
        <w:tc>
          <w:tcPr>
            <w:tcW w:w="346" w:type="pct"/>
          </w:tcPr>
          <w:p w14:paraId="03253A99" w14:textId="77777777" w:rsidR="00EA5AFB" w:rsidRPr="00882970" w:rsidRDefault="00EA5AFB" w:rsidP="00F3353D"/>
        </w:tc>
        <w:tc>
          <w:tcPr>
            <w:tcW w:w="369" w:type="pct"/>
          </w:tcPr>
          <w:p w14:paraId="4645B4DB" w14:textId="77777777" w:rsidR="00EA5AFB" w:rsidRPr="00882970" w:rsidRDefault="00EA5AFB" w:rsidP="00F3353D"/>
        </w:tc>
        <w:tc>
          <w:tcPr>
            <w:tcW w:w="368" w:type="pct"/>
          </w:tcPr>
          <w:p w14:paraId="7B381504" w14:textId="77777777" w:rsidR="00EA5AFB" w:rsidRPr="00882970" w:rsidRDefault="00EA5AFB" w:rsidP="00F3353D"/>
        </w:tc>
        <w:tc>
          <w:tcPr>
            <w:tcW w:w="415" w:type="pct"/>
          </w:tcPr>
          <w:p w14:paraId="318B3B08" w14:textId="77777777" w:rsidR="00EA5AFB" w:rsidRPr="00882970" w:rsidRDefault="00EA5AFB" w:rsidP="00F3353D"/>
        </w:tc>
        <w:tc>
          <w:tcPr>
            <w:tcW w:w="368" w:type="pct"/>
          </w:tcPr>
          <w:p w14:paraId="4564700E" w14:textId="77777777" w:rsidR="00EA5AFB" w:rsidRPr="00882970" w:rsidRDefault="00EA5AFB" w:rsidP="00F3353D"/>
        </w:tc>
        <w:tc>
          <w:tcPr>
            <w:tcW w:w="322" w:type="pct"/>
          </w:tcPr>
          <w:p w14:paraId="392BB43C" w14:textId="77777777" w:rsidR="00EA5AFB" w:rsidRPr="00882970" w:rsidRDefault="00EA5AFB" w:rsidP="00F3353D"/>
        </w:tc>
        <w:tc>
          <w:tcPr>
            <w:tcW w:w="1133" w:type="pct"/>
          </w:tcPr>
          <w:p w14:paraId="5CAE31E5" w14:textId="77777777" w:rsidR="00EA5AFB" w:rsidRPr="00882970" w:rsidRDefault="00EA5AFB" w:rsidP="00F3353D"/>
        </w:tc>
      </w:tr>
      <w:tr w:rsidR="00EA5AFB" w:rsidRPr="00882970" w14:paraId="0DFBE7D3" w14:textId="77777777" w:rsidTr="00A90F08">
        <w:trPr>
          <w:trHeight w:val="22"/>
        </w:trPr>
        <w:tc>
          <w:tcPr>
            <w:tcW w:w="296" w:type="pct"/>
          </w:tcPr>
          <w:p w14:paraId="6A83F111" w14:textId="77777777" w:rsidR="00EA5AFB" w:rsidRPr="00882970" w:rsidRDefault="00EA5AFB" w:rsidP="00F3353D"/>
        </w:tc>
        <w:tc>
          <w:tcPr>
            <w:tcW w:w="578" w:type="pct"/>
          </w:tcPr>
          <w:p w14:paraId="62C4036C" w14:textId="77777777" w:rsidR="00EA5AFB" w:rsidRPr="00882970" w:rsidRDefault="00EA5AFB" w:rsidP="00F3353D"/>
        </w:tc>
        <w:tc>
          <w:tcPr>
            <w:tcW w:w="415" w:type="pct"/>
          </w:tcPr>
          <w:p w14:paraId="14C435CE" w14:textId="77777777" w:rsidR="00EA5AFB" w:rsidRPr="00882970" w:rsidRDefault="00EA5AFB" w:rsidP="00F3353D"/>
        </w:tc>
        <w:tc>
          <w:tcPr>
            <w:tcW w:w="390" w:type="pct"/>
          </w:tcPr>
          <w:p w14:paraId="4650E512" w14:textId="77777777" w:rsidR="00EA5AFB" w:rsidRPr="00882970" w:rsidRDefault="00EA5AFB" w:rsidP="00F3353D"/>
        </w:tc>
        <w:tc>
          <w:tcPr>
            <w:tcW w:w="346" w:type="pct"/>
          </w:tcPr>
          <w:p w14:paraId="2870B716" w14:textId="77777777" w:rsidR="00EA5AFB" w:rsidRPr="00882970" w:rsidRDefault="00EA5AFB" w:rsidP="00F3353D"/>
        </w:tc>
        <w:tc>
          <w:tcPr>
            <w:tcW w:w="369" w:type="pct"/>
          </w:tcPr>
          <w:p w14:paraId="072C8EC7" w14:textId="77777777" w:rsidR="00EA5AFB" w:rsidRPr="00882970" w:rsidRDefault="00EA5AFB" w:rsidP="00F3353D"/>
        </w:tc>
        <w:tc>
          <w:tcPr>
            <w:tcW w:w="368" w:type="pct"/>
          </w:tcPr>
          <w:p w14:paraId="536E1C38" w14:textId="77777777" w:rsidR="00EA5AFB" w:rsidRPr="00882970" w:rsidRDefault="00EA5AFB" w:rsidP="00F3353D"/>
        </w:tc>
        <w:tc>
          <w:tcPr>
            <w:tcW w:w="415" w:type="pct"/>
          </w:tcPr>
          <w:p w14:paraId="423D6576" w14:textId="77777777" w:rsidR="00EA5AFB" w:rsidRPr="00882970" w:rsidRDefault="00EA5AFB" w:rsidP="00F3353D"/>
        </w:tc>
        <w:tc>
          <w:tcPr>
            <w:tcW w:w="368" w:type="pct"/>
          </w:tcPr>
          <w:p w14:paraId="486A46E5" w14:textId="77777777" w:rsidR="00EA5AFB" w:rsidRPr="00882970" w:rsidRDefault="00EA5AFB" w:rsidP="00F3353D"/>
        </w:tc>
        <w:tc>
          <w:tcPr>
            <w:tcW w:w="322" w:type="pct"/>
          </w:tcPr>
          <w:p w14:paraId="302E8FAA" w14:textId="77777777" w:rsidR="00EA5AFB" w:rsidRPr="00882970" w:rsidRDefault="00EA5AFB" w:rsidP="00F3353D"/>
        </w:tc>
        <w:tc>
          <w:tcPr>
            <w:tcW w:w="1133" w:type="pct"/>
          </w:tcPr>
          <w:p w14:paraId="054A49BF" w14:textId="77777777" w:rsidR="00EA5AFB" w:rsidRPr="00882970" w:rsidRDefault="00EA5AFB" w:rsidP="00F3353D"/>
        </w:tc>
      </w:tr>
      <w:tr w:rsidR="00EA5AFB" w:rsidRPr="00882970" w14:paraId="78588D9B" w14:textId="77777777" w:rsidTr="00A90F08">
        <w:trPr>
          <w:trHeight w:val="22"/>
        </w:trPr>
        <w:tc>
          <w:tcPr>
            <w:tcW w:w="296" w:type="pct"/>
          </w:tcPr>
          <w:p w14:paraId="13F94F6A" w14:textId="77777777" w:rsidR="00EA5AFB" w:rsidRPr="00882970" w:rsidRDefault="00EA5AFB" w:rsidP="00F3353D"/>
        </w:tc>
        <w:tc>
          <w:tcPr>
            <w:tcW w:w="578" w:type="pct"/>
          </w:tcPr>
          <w:p w14:paraId="5E684D1A" w14:textId="77777777" w:rsidR="00EA5AFB" w:rsidRPr="00882970" w:rsidRDefault="00EA5AFB" w:rsidP="00F3353D"/>
        </w:tc>
        <w:tc>
          <w:tcPr>
            <w:tcW w:w="415" w:type="pct"/>
          </w:tcPr>
          <w:p w14:paraId="6262D61B" w14:textId="77777777" w:rsidR="00EA5AFB" w:rsidRPr="00882970" w:rsidRDefault="00EA5AFB" w:rsidP="00F3353D"/>
        </w:tc>
        <w:tc>
          <w:tcPr>
            <w:tcW w:w="390" w:type="pct"/>
          </w:tcPr>
          <w:p w14:paraId="04BCA6B9" w14:textId="77777777" w:rsidR="00EA5AFB" w:rsidRPr="00882970" w:rsidRDefault="00EA5AFB" w:rsidP="00F3353D"/>
        </w:tc>
        <w:tc>
          <w:tcPr>
            <w:tcW w:w="346" w:type="pct"/>
          </w:tcPr>
          <w:p w14:paraId="5454C3AC" w14:textId="77777777" w:rsidR="00EA5AFB" w:rsidRPr="00882970" w:rsidRDefault="00EA5AFB" w:rsidP="00F3353D"/>
        </w:tc>
        <w:tc>
          <w:tcPr>
            <w:tcW w:w="369" w:type="pct"/>
          </w:tcPr>
          <w:p w14:paraId="52E38DBA" w14:textId="77777777" w:rsidR="00EA5AFB" w:rsidRPr="00882970" w:rsidRDefault="00EA5AFB" w:rsidP="00F3353D"/>
        </w:tc>
        <w:tc>
          <w:tcPr>
            <w:tcW w:w="368" w:type="pct"/>
          </w:tcPr>
          <w:p w14:paraId="7EC0F627" w14:textId="77777777" w:rsidR="00EA5AFB" w:rsidRPr="00882970" w:rsidRDefault="00EA5AFB" w:rsidP="00F3353D"/>
        </w:tc>
        <w:tc>
          <w:tcPr>
            <w:tcW w:w="415" w:type="pct"/>
          </w:tcPr>
          <w:p w14:paraId="4BB0315A" w14:textId="77777777" w:rsidR="00EA5AFB" w:rsidRPr="00882970" w:rsidRDefault="00EA5AFB" w:rsidP="00F3353D"/>
        </w:tc>
        <w:tc>
          <w:tcPr>
            <w:tcW w:w="368" w:type="pct"/>
          </w:tcPr>
          <w:p w14:paraId="416214D9" w14:textId="77777777" w:rsidR="00EA5AFB" w:rsidRPr="00882970" w:rsidRDefault="00EA5AFB" w:rsidP="00F3353D"/>
        </w:tc>
        <w:tc>
          <w:tcPr>
            <w:tcW w:w="322" w:type="pct"/>
          </w:tcPr>
          <w:p w14:paraId="6AC6A9C9" w14:textId="77777777" w:rsidR="00EA5AFB" w:rsidRPr="00882970" w:rsidRDefault="00EA5AFB" w:rsidP="00F3353D"/>
        </w:tc>
        <w:tc>
          <w:tcPr>
            <w:tcW w:w="1133" w:type="pct"/>
          </w:tcPr>
          <w:p w14:paraId="626C85DE" w14:textId="77777777" w:rsidR="00EA5AFB" w:rsidRPr="00882970" w:rsidRDefault="00EA5AFB" w:rsidP="00F3353D"/>
        </w:tc>
      </w:tr>
      <w:tr w:rsidR="00EA5AFB" w:rsidRPr="00882970" w14:paraId="55F9A859" w14:textId="77777777" w:rsidTr="00A90F08">
        <w:trPr>
          <w:trHeight w:val="22"/>
        </w:trPr>
        <w:tc>
          <w:tcPr>
            <w:tcW w:w="296" w:type="pct"/>
          </w:tcPr>
          <w:p w14:paraId="783D6C17" w14:textId="77777777" w:rsidR="00EA5AFB" w:rsidRPr="00882970" w:rsidRDefault="00EA5AFB" w:rsidP="00F3353D"/>
        </w:tc>
        <w:tc>
          <w:tcPr>
            <w:tcW w:w="578" w:type="pct"/>
          </w:tcPr>
          <w:p w14:paraId="6768A710" w14:textId="77777777" w:rsidR="00EA5AFB" w:rsidRPr="00882970" w:rsidRDefault="00EA5AFB" w:rsidP="00F3353D"/>
        </w:tc>
        <w:tc>
          <w:tcPr>
            <w:tcW w:w="415" w:type="pct"/>
          </w:tcPr>
          <w:p w14:paraId="34DE02A1" w14:textId="77777777" w:rsidR="00EA5AFB" w:rsidRPr="00882970" w:rsidRDefault="00EA5AFB" w:rsidP="00F3353D"/>
        </w:tc>
        <w:tc>
          <w:tcPr>
            <w:tcW w:w="390" w:type="pct"/>
          </w:tcPr>
          <w:p w14:paraId="4417B0F5" w14:textId="77777777" w:rsidR="00EA5AFB" w:rsidRPr="00882970" w:rsidRDefault="00EA5AFB" w:rsidP="00F3353D"/>
        </w:tc>
        <w:tc>
          <w:tcPr>
            <w:tcW w:w="346" w:type="pct"/>
          </w:tcPr>
          <w:p w14:paraId="5BEC7201" w14:textId="77777777" w:rsidR="00EA5AFB" w:rsidRPr="00882970" w:rsidRDefault="00EA5AFB" w:rsidP="00F3353D"/>
        </w:tc>
        <w:tc>
          <w:tcPr>
            <w:tcW w:w="369" w:type="pct"/>
          </w:tcPr>
          <w:p w14:paraId="18DE89C0" w14:textId="77777777" w:rsidR="00EA5AFB" w:rsidRPr="00882970" w:rsidRDefault="00EA5AFB" w:rsidP="00F3353D"/>
        </w:tc>
        <w:tc>
          <w:tcPr>
            <w:tcW w:w="368" w:type="pct"/>
          </w:tcPr>
          <w:p w14:paraId="2C57481E" w14:textId="77777777" w:rsidR="00EA5AFB" w:rsidRPr="00882970" w:rsidRDefault="00EA5AFB" w:rsidP="00F3353D"/>
        </w:tc>
        <w:tc>
          <w:tcPr>
            <w:tcW w:w="415" w:type="pct"/>
          </w:tcPr>
          <w:p w14:paraId="2B7677AC" w14:textId="77777777" w:rsidR="00EA5AFB" w:rsidRPr="00882970" w:rsidRDefault="00EA5AFB" w:rsidP="00F3353D"/>
        </w:tc>
        <w:tc>
          <w:tcPr>
            <w:tcW w:w="368" w:type="pct"/>
          </w:tcPr>
          <w:p w14:paraId="7AD9D3FA" w14:textId="77777777" w:rsidR="00EA5AFB" w:rsidRPr="00882970" w:rsidRDefault="00EA5AFB" w:rsidP="00F3353D"/>
        </w:tc>
        <w:tc>
          <w:tcPr>
            <w:tcW w:w="322" w:type="pct"/>
          </w:tcPr>
          <w:p w14:paraId="11A61D80" w14:textId="77777777" w:rsidR="00EA5AFB" w:rsidRPr="00882970" w:rsidRDefault="00EA5AFB" w:rsidP="00F3353D"/>
        </w:tc>
        <w:tc>
          <w:tcPr>
            <w:tcW w:w="1133" w:type="pct"/>
          </w:tcPr>
          <w:p w14:paraId="2CC67EC2" w14:textId="77777777" w:rsidR="00EA5AFB" w:rsidRPr="00882970" w:rsidRDefault="00EA5AFB" w:rsidP="00F3353D"/>
        </w:tc>
      </w:tr>
      <w:tr w:rsidR="00EA5AFB" w:rsidRPr="00882970" w14:paraId="4DA03DDF" w14:textId="77777777" w:rsidTr="00A90F08">
        <w:trPr>
          <w:trHeight w:val="22"/>
        </w:trPr>
        <w:tc>
          <w:tcPr>
            <w:tcW w:w="296" w:type="pct"/>
          </w:tcPr>
          <w:p w14:paraId="65BC504C" w14:textId="77777777" w:rsidR="00EA5AFB" w:rsidRPr="00882970" w:rsidRDefault="00EA5AFB" w:rsidP="00F3353D"/>
        </w:tc>
        <w:tc>
          <w:tcPr>
            <w:tcW w:w="578" w:type="pct"/>
          </w:tcPr>
          <w:p w14:paraId="04615804" w14:textId="77777777" w:rsidR="00EA5AFB" w:rsidRPr="00882970" w:rsidRDefault="00EA5AFB" w:rsidP="00F3353D"/>
        </w:tc>
        <w:tc>
          <w:tcPr>
            <w:tcW w:w="415" w:type="pct"/>
          </w:tcPr>
          <w:p w14:paraId="257A5437" w14:textId="77777777" w:rsidR="00EA5AFB" w:rsidRPr="00882970" w:rsidRDefault="00EA5AFB" w:rsidP="00F3353D"/>
        </w:tc>
        <w:tc>
          <w:tcPr>
            <w:tcW w:w="390" w:type="pct"/>
          </w:tcPr>
          <w:p w14:paraId="60FD95C0" w14:textId="77777777" w:rsidR="00EA5AFB" w:rsidRPr="00882970" w:rsidRDefault="00EA5AFB" w:rsidP="00F3353D"/>
        </w:tc>
        <w:tc>
          <w:tcPr>
            <w:tcW w:w="346" w:type="pct"/>
          </w:tcPr>
          <w:p w14:paraId="7B66C36F" w14:textId="77777777" w:rsidR="00EA5AFB" w:rsidRPr="00882970" w:rsidRDefault="00EA5AFB" w:rsidP="00F3353D"/>
        </w:tc>
        <w:tc>
          <w:tcPr>
            <w:tcW w:w="369" w:type="pct"/>
          </w:tcPr>
          <w:p w14:paraId="30646D9D" w14:textId="77777777" w:rsidR="00EA5AFB" w:rsidRPr="00882970" w:rsidRDefault="00EA5AFB" w:rsidP="00F3353D"/>
        </w:tc>
        <w:tc>
          <w:tcPr>
            <w:tcW w:w="368" w:type="pct"/>
          </w:tcPr>
          <w:p w14:paraId="17CDF648" w14:textId="77777777" w:rsidR="00EA5AFB" w:rsidRPr="00882970" w:rsidRDefault="00EA5AFB" w:rsidP="00F3353D"/>
        </w:tc>
        <w:tc>
          <w:tcPr>
            <w:tcW w:w="415" w:type="pct"/>
          </w:tcPr>
          <w:p w14:paraId="536DDE41" w14:textId="77777777" w:rsidR="00EA5AFB" w:rsidRPr="00882970" w:rsidRDefault="00EA5AFB" w:rsidP="00F3353D"/>
        </w:tc>
        <w:tc>
          <w:tcPr>
            <w:tcW w:w="368" w:type="pct"/>
          </w:tcPr>
          <w:p w14:paraId="38F442FF" w14:textId="77777777" w:rsidR="00EA5AFB" w:rsidRPr="00882970" w:rsidRDefault="00EA5AFB" w:rsidP="00F3353D"/>
        </w:tc>
        <w:tc>
          <w:tcPr>
            <w:tcW w:w="322" w:type="pct"/>
          </w:tcPr>
          <w:p w14:paraId="0DBB133F" w14:textId="77777777" w:rsidR="00EA5AFB" w:rsidRPr="00882970" w:rsidRDefault="00EA5AFB" w:rsidP="00F3353D"/>
        </w:tc>
        <w:tc>
          <w:tcPr>
            <w:tcW w:w="1133" w:type="pct"/>
          </w:tcPr>
          <w:p w14:paraId="5CDE0CDC" w14:textId="77777777" w:rsidR="00EA5AFB" w:rsidRPr="00882970" w:rsidRDefault="00EA5AFB" w:rsidP="00F3353D"/>
        </w:tc>
      </w:tr>
      <w:tr w:rsidR="00EA5AFB" w:rsidRPr="00882970" w14:paraId="3F8AA437" w14:textId="77777777" w:rsidTr="00A90F08">
        <w:trPr>
          <w:trHeight w:val="22"/>
        </w:trPr>
        <w:tc>
          <w:tcPr>
            <w:tcW w:w="296" w:type="pct"/>
          </w:tcPr>
          <w:p w14:paraId="177267B6" w14:textId="77777777" w:rsidR="00EA5AFB" w:rsidRPr="00882970" w:rsidRDefault="00EA5AFB" w:rsidP="00F3353D"/>
        </w:tc>
        <w:tc>
          <w:tcPr>
            <w:tcW w:w="578" w:type="pct"/>
          </w:tcPr>
          <w:p w14:paraId="1B016079" w14:textId="77777777" w:rsidR="00EA5AFB" w:rsidRPr="00882970" w:rsidRDefault="00EA5AFB" w:rsidP="00F3353D"/>
        </w:tc>
        <w:tc>
          <w:tcPr>
            <w:tcW w:w="415" w:type="pct"/>
          </w:tcPr>
          <w:p w14:paraId="1EDED402" w14:textId="77777777" w:rsidR="00EA5AFB" w:rsidRPr="00882970" w:rsidRDefault="00EA5AFB" w:rsidP="00F3353D"/>
        </w:tc>
        <w:tc>
          <w:tcPr>
            <w:tcW w:w="390" w:type="pct"/>
          </w:tcPr>
          <w:p w14:paraId="6578003B" w14:textId="77777777" w:rsidR="00EA5AFB" w:rsidRPr="00882970" w:rsidRDefault="00EA5AFB" w:rsidP="00F3353D"/>
        </w:tc>
        <w:tc>
          <w:tcPr>
            <w:tcW w:w="346" w:type="pct"/>
          </w:tcPr>
          <w:p w14:paraId="47ADB76B" w14:textId="77777777" w:rsidR="00EA5AFB" w:rsidRPr="00882970" w:rsidRDefault="00EA5AFB" w:rsidP="00F3353D"/>
        </w:tc>
        <w:tc>
          <w:tcPr>
            <w:tcW w:w="369" w:type="pct"/>
          </w:tcPr>
          <w:p w14:paraId="6E62517F" w14:textId="77777777" w:rsidR="00EA5AFB" w:rsidRPr="00882970" w:rsidRDefault="00EA5AFB" w:rsidP="00F3353D"/>
        </w:tc>
        <w:tc>
          <w:tcPr>
            <w:tcW w:w="368" w:type="pct"/>
          </w:tcPr>
          <w:p w14:paraId="4CDD55DE" w14:textId="77777777" w:rsidR="00EA5AFB" w:rsidRPr="00882970" w:rsidRDefault="00EA5AFB" w:rsidP="00F3353D"/>
        </w:tc>
        <w:tc>
          <w:tcPr>
            <w:tcW w:w="415" w:type="pct"/>
          </w:tcPr>
          <w:p w14:paraId="623412AB" w14:textId="77777777" w:rsidR="00EA5AFB" w:rsidRPr="00882970" w:rsidRDefault="00EA5AFB" w:rsidP="00F3353D"/>
        </w:tc>
        <w:tc>
          <w:tcPr>
            <w:tcW w:w="368" w:type="pct"/>
          </w:tcPr>
          <w:p w14:paraId="02BD0EFB" w14:textId="77777777" w:rsidR="00EA5AFB" w:rsidRPr="00882970" w:rsidRDefault="00EA5AFB" w:rsidP="00F3353D"/>
        </w:tc>
        <w:tc>
          <w:tcPr>
            <w:tcW w:w="322" w:type="pct"/>
          </w:tcPr>
          <w:p w14:paraId="29F45308" w14:textId="77777777" w:rsidR="00EA5AFB" w:rsidRPr="00882970" w:rsidRDefault="00EA5AFB" w:rsidP="00F3353D"/>
        </w:tc>
        <w:tc>
          <w:tcPr>
            <w:tcW w:w="1133" w:type="pct"/>
          </w:tcPr>
          <w:p w14:paraId="1D2214F4" w14:textId="77777777" w:rsidR="00EA5AFB" w:rsidRPr="00882970" w:rsidRDefault="00EA5AFB" w:rsidP="00F3353D"/>
        </w:tc>
      </w:tr>
      <w:tr w:rsidR="00EA5AFB" w:rsidRPr="00882970" w14:paraId="3FCD26BB" w14:textId="77777777" w:rsidTr="00A90F08">
        <w:trPr>
          <w:trHeight w:val="22"/>
        </w:trPr>
        <w:tc>
          <w:tcPr>
            <w:tcW w:w="296" w:type="pct"/>
          </w:tcPr>
          <w:p w14:paraId="44CAA813" w14:textId="77777777" w:rsidR="00EA5AFB" w:rsidRPr="00882970" w:rsidRDefault="00EA5AFB" w:rsidP="00F3353D"/>
        </w:tc>
        <w:tc>
          <w:tcPr>
            <w:tcW w:w="578" w:type="pct"/>
          </w:tcPr>
          <w:p w14:paraId="2D9EAF6E" w14:textId="77777777" w:rsidR="00EA5AFB" w:rsidRPr="00882970" w:rsidRDefault="00EA5AFB" w:rsidP="00F3353D"/>
        </w:tc>
        <w:tc>
          <w:tcPr>
            <w:tcW w:w="415" w:type="pct"/>
          </w:tcPr>
          <w:p w14:paraId="3BBCD039" w14:textId="77777777" w:rsidR="00EA5AFB" w:rsidRPr="00882970" w:rsidRDefault="00EA5AFB" w:rsidP="00F3353D"/>
        </w:tc>
        <w:tc>
          <w:tcPr>
            <w:tcW w:w="390" w:type="pct"/>
          </w:tcPr>
          <w:p w14:paraId="558CFC90" w14:textId="77777777" w:rsidR="00EA5AFB" w:rsidRPr="00882970" w:rsidRDefault="00EA5AFB" w:rsidP="00F3353D"/>
        </w:tc>
        <w:tc>
          <w:tcPr>
            <w:tcW w:w="346" w:type="pct"/>
          </w:tcPr>
          <w:p w14:paraId="1CC202B2" w14:textId="77777777" w:rsidR="00EA5AFB" w:rsidRPr="00882970" w:rsidRDefault="00EA5AFB" w:rsidP="00F3353D"/>
        </w:tc>
        <w:tc>
          <w:tcPr>
            <w:tcW w:w="369" w:type="pct"/>
          </w:tcPr>
          <w:p w14:paraId="59EE2D18" w14:textId="77777777" w:rsidR="00EA5AFB" w:rsidRPr="00882970" w:rsidRDefault="00EA5AFB" w:rsidP="00F3353D"/>
        </w:tc>
        <w:tc>
          <w:tcPr>
            <w:tcW w:w="368" w:type="pct"/>
          </w:tcPr>
          <w:p w14:paraId="2144E808" w14:textId="77777777" w:rsidR="00EA5AFB" w:rsidRPr="00882970" w:rsidRDefault="00EA5AFB" w:rsidP="00F3353D"/>
        </w:tc>
        <w:tc>
          <w:tcPr>
            <w:tcW w:w="415" w:type="pct"/>
          </w:tcPr>
          <w:p w14:paraId="6B864D7A" w14:textId="77777777" w:rsidR="00EA5AFB" w:rsidRPr="00882970" w:rsidRDefault="00EA5AFB" w:rsidP="00F3353D"/>
        </w:tc>
        <w:tc>
          <w:tcPr>
            <w:tcW w:w="368" w:type="pct"/>
          </w:tcPr>
          <w:p w14:paraId="1A57219B" w14:textId="77777777" w:rsidR="00EA5AFB" w:rsidRPr="00882970" w:rsidRDefault="00EA5AFB" w:rsidP="00F3353D"/>
        </w:tc>
        <w:tc>
          <w:tcPr>
            <w:tcW w:w="322" w:type="pct"/>
          </w:tcPr>
          <w:p w14:paraId="1BB0FA86" w14:textId="77777777" w:rsidR="00EA5AFB" w:rsidRPr="00882970" w:rsidRDefault="00EA5AFB" w:rsidP="00F3353D"/>
        </w:tc>
        <w:tc>
          <w:tcPr>
            <w:tcW w:w="1133" w:type="pct"/>
          </w:tcPr>
          <w:p w14:paraId="6F879788" w14:textId="77777777" w:rsidR="00EA5AFB" w:rsidRPr="00882970" w:rsidRDefault="00EA5AFB" w:rsidP="00F3353D"/>
        </w:tc>
      </w:tr>
      <w:tr w:rsidR="00EA5AFB" w:rsidRPr="00882970" w14:paraId="13DF6007" w14:textId="77777777" w:rsidTr="00A90F08">
        <w:trPr>
          <w:trHeight w:val="22"/>
        </w:trPr>
        <w:tc>
          <w:tcPr>
            <w:tcW w:w="296" w:type="pct"/>
          </w:tcPr>
          <w:p w14:paraId="3C53A42F" w14:textId="77777777" w:rsidR="00EA5AFB" w:rsidRPr="00882970" w:rsidRDefault="00EA5AFB" w:rsidP="00F3353D"/>
        </w:tc>
        <w:tc>
          <w:tcPr>
            <w:tcW w:w="578" w:type="pct"/>
          </w:tcPr>
          <w:p w14:paraId="6FCE6727" w14:textId="77777777" w:rsidR="00EA5AFB" w:rsidRPr="00882970" w:rsidRDefault="00EA5AFB" w:rsidP="00F3353D"/>
        </w:tc>
        <w:tc>
          <w:tcPr>
            <w:tcW w:w="415" w:type="pct"/>
          </w:tcPr>
          <w:p w14:paraId="5C583954" w14:textId="77777777" w:rsidR="00EA5AFB" w:rsidRPr="00882970" w:rsidRDefault="00EA5AFB" w:rsidP="00F3353D"/>
        </w:tc>
        <w:tc>
          <w:tcPr>
            <w:tcW w:w="390" w:type="pct"/>
          </w:tcPr>
          <w:p w14:paraId="3F9C3697" w14:textId="77777777" w:rsidR="00EA5AFB" w:rsidRPr="00882970" w:rsidRDefault="00EA5AFB" w:rsidP="00F3353D"/>
        </w:tc>
        <w:tc>
          <w:tcPr>
            <w:tcW w:w="346" w:type="pct"/>
          </w:tcPr>
          <w:p w14:paraId="66E707FC" w14:textId="77777777" w:rsidR="00EA5AFB" w:rsidRPr="00882970" w:rsidRDefault="00EA5AFB" w:rsidP="00F3353D"/>
        </w:tc>
        <w:tc>
          <w:tcPr>
            <w:tcW w:w="369" w:type="pct"/>
          </w:tcPr>
          <w:p w14:paraId="482A332D" w14:textId="77777777" w:rsidR="00EA5AFB" w:rsidRPr="00882970" w:rsidRDefault="00EA5AFB" w:rsidP="00F3353D"/>
        </w:tc>
        <w:tc>
          <w:tcPr>
            <w:tcW w:w="368" w:type="pct"/>
          </w:tcPr>
          <w:p w14:paraId="15FA1D04" w14:textId="77777777" w:rsidR="00EA5AFB" w:rsidRPr="00882970" w:rsidRDefault="00EA5AFB" w:rsidP="00F3353D"/>
        </w:tc>
        <w:tc>
          <w:tcPr>
            <w:tcW w:w="415" w:type="pct"/>
          </w:tcPr>
          <w:p w14:paraId="3737E9DC" w14:textId="77777777" w:rsidR="00EA5AFB" w:rsidRPr="00882970" w:rsidRDefault="00EA5AFB" w:rsidP="00F3353D"/>
        </w:tc>
        <w:tc>
          <w:tcPr>
            <w:tcW w:w="368" w:type="pct"/>
          </w:tcPr>
          <w:p w14:paraId="77137ABB" w14:textId="77777777" w:rsidR="00EA5AFB" w:rsidRPr="00882970" w:rsidRDefault="00EA5AFB" w:rsidP="00F3353D"/>
        </w:tc>
        <w:tc>
          <w:tcPr>
            <w:tcW w:w="322" w:type="pct"/>
          </w:tcPr>
          <w:p w14:paraId="415841A8" w14:textId="77777777" w:rsidR="00EA5AFB" w:rsidRPr="00882970" w:rsidRDefault="00EA5AFB" w:rsidP="00F3353D"/>
        </w:tc>
        <w:tc>
          <w:tcPr>
            <w:tcW w:w="1133" w:type="pct"/>
          </w:tcPr>
          <w:p w14:paraId="71DBAF42" w14:textId="77777777" w:rsidR="00EA5AFB" w:rsidRPr="00882970" w:rsidRDefault="00EA5AFB" w:rsidP="00F3353D"/>
        </w:tc>
      </w:tr>
      <w:tr w:rsidR="00EA5AFB" w:rsidRPr="00882970" w14:paraId="11879BE6" w14:textId="77777777" w:rsidTr="00A90F08">
        <w:trPr>
          <w:trHeight w:val="22"/>
        </w:trPr>
        <w:tc>
          <w:tcPr>
            <w:tcW w:w="296" w:type="pct"/>
          </w:tcPr>
          <w:p w14:paraId="7B73B97E" w14:textId="77777777" w:rsidR="00EA5AFB" w:rsidRPr="00882970" w:rsidRDefault="00EA5AFB" w:rsidP="00F3353D"/>
        </w:tc>
        <w:tc>
          <w:tcPr>
            <w:tcW w:w="578" w:type="pct"/>
          </w:tcPr>
          <w:p w14:paraId="21A00585" w14:textId="77777777" w:rsidR="00EA5AFB" w:rsidRPr="00882970" w:rsidRDefault="00EA5AFB" w:rsidP="00F3353D"/>
        </w:tc>
        <w:tc>
          <w:tcPr>
            <w:tcW w:w="415" w:type="pct"/>
          </w:tcPr>
          <w:p w14:paraId="130084C7" w14:textId="77777777" w:rsidR="00EA5AFB" w:rsidRPr="00882970" w:rsidRDefault="00EA5AFB" w:rsidP="00F3353D"/>
        </w:tc>
        <w:tc>
          <w:tcPr>
            <w:tcW w:w="390" w:type="pct"/>
          </w:tcPr>
          <w:p w14:paraId="15F28862" w14:textId="77777777" w:rsidR="00EA5AFB" w:rsidRPr="00882970" w:rsidRDefault="00EA5AFB" w:rsidP="00F3353D"/>
        </w:tc>
        <w:tc>
          <w:tcPr>
            <w:tcW w:w="346" w:type="pct"/>
          </w:tcPr>
          <w:p w14:paraId="1466D306" w14:textId="77777777" w:rsidR="00EA5AFB" w:rsidRPr="00882970" w:rsidRDefault="00EA5AFB" w:rsidP="00F3353D"/>
        </w:tc>
        <w:tc>
          <w:tcPr>
            <w:tcW w:w="369" w:type="pct"/>
          </w:tcPr>
          <w:p w14:paraId="47BA423B" w14:textId="77777777" w:rsidR="00EA5AFB" w:rsidRPr="00882970" w:rsidRDefault="00EA5AFB" w:rsidP="00F3353D"/>
        </w:tc>
        <w:tc>
          <w:tcPr>
            <w:tcW w:w="368" w:type="pct"/>
          </w:tcPr>
          <w:p w14:paraId="4F8B9BFD" w14:textId="77777777" w:rsidR="00EA5AFB" w:rsidRPr="00882970" w:rsidRDefault="00EA5AFB" w:rsidP="00F3353D"/>
        </w:tc>
        <w:tc>
          <w:tcPr>
            <w:tcW w:w="415" w:type="pct"/>
          </w:tcPr>
          <w:p w14:paraId="39EC087C" w14:textId="77777777" w:rsidR="00EA5AFB" w:rsidRPr="00882970" w:rsidRDefault="00EA5AFB" w:rsidP="00F3353D"/>
        </w:tc>
        <w:tc>
          <w:tcPr>
            <w:tcW w:w="368" w:type="pct"/>
          </w:tcPr>
          <w:p w14:paraId="2F0E5324" w14:textId="77777777" w:rsidR="00EA5AFB" w:rsidRPr="00882970" w:rsidRDefault="00EA5AFB" w:rsidP="00F3353D"/>
        </w:tc>
        <w:tc>
          <w:tcPr>
            <w:tcW w:w="322" w:type="pct"/>
          </w:tcPr>
          <w:p w14:paraId="53985A9A" w14:textId="77777777" w:rsidR="00EA5AFB" w:rsidRPr="00882970" w:rsidRDefault="00EA5AFB" w:rsidP="00F3353D"/>
        </w:tc>
        <w:tc>
          <w:tcPr>
            <w:tcW w:w="1133" w:type="pct"/>
          </w:tcPr>
          <w:p w14:paraId="16D8AD93" w14:textId="77777777" w:rsidR="00EA5AFB" w:rsidRPr="00882970" w:rsidRDefault="00EA5AFB" w:rsidP="00F3353D"/>
        </w:tc>
      </w:tr>
      <w:tr w:rsidR="00EA5AFB" w:rsidRPr="00882970" w14:paraId="17C5A412" w14:textId="77777777" w:rsidTr="00A90F08">
        <w:trPr>
          <w:trHeight w:val="22"/>
        </w:trPr>
        <w:tc>
          <w:tcPr>
            <w:tcW w:w="296" w:type="pct"/>
          </w:tcPr>
          <w:p w14:paraId="1A748293" w14:textId="77777777" w:rsidR="00EA5AFB" w:rsidRPr="00882970" w:rsidRDefault="00EA5AFB" w:rsidP="00F3353D"/>
        </w:tc>
        <w:tc>
          <w:tcPr>
            <w:tcW w:w="578" w:type="pct"/>
          </w:tcPr>
          <w:p w14:paraId="02C207D7" w14:textId="77777777" w:rsidR="00EA5AFB" w:rsidRPr="00882970" w:rsidRDefault="00EA5AFB" w:rsidP="00F3353D"/>
        </w:tc>
        <w:tc>
          <w:tcPr>
            <w:tcW w:w="415" w:type="pct"/>
          </w:tcPr>
          <w:p w14:paraId="68B36CB0" w14:textId="77777777" w:rsidR="00EA5AFB" w:rsidRPr="00882970" w:rsidRDefault="00EA5AFB" w:rsidP="00F3353D"/>
        </w:tc>
        <w:tc>
          <w:tcPr>
            <w:tcW w:w="390" w:type="pct"/>
          </w:tcPr>
          <w:p w14:paraId="465D94E0" w14:textId="77777777" w:rsidR="00EA5AFB" w:rsidRPr="00882970" w:rsidRDefault="00EA5AFB" w:rsidP="00F3353D"/>
        </w:tc>
        <w:tc>
          <w:tcPr>
            <w:tcW w:w="346" w:type="pct"/>
          </w:tcPr>
          <w:p w14:paraId="0F25264D" w14:textId="77777777" w:rsidR="00EA5AFB" w:rsidRPr="00882970" w:rsidRDefault="00EA5AFB" w:rsidP="00F3353D"/>
        </w:tc>
        <w:tc>
          <w:tcPr>
            <w:tcW w:w="369" w:type="pct"/>
          </w:tcPr>
          <w:p w14:paraId="1F3B120B" w14:textId="77777777" w:rsidR="00EA5AFB" w:rsidRPr="00882970" w:rsidRDefault="00EA5AFB" w:rsidP="00F3353D"/>
        </w:tc>
        <w:tc>
          <w:tcPr>
            <w:tcW w:w="368" w:type="pct"/>
          </w:tcPr>
          <w:p w14:paraId="38300112" w14:textId="77777777" w:rsidR="00EA5AFB" w:rsidRPr="00882970" w:rsidRDefault="00EA5AFB" w:rsidP="00F3353D"/>
        </w:tc>
        <w:tc>
          <w:tcPr>
            <w:tcW w:w="415" w:type="pct"/>
          </w:tcPr>
          <w:p w14:paraId="24A5D78C" w14:textId="77777777" w:rsidR="00EA5AFB" w:rsidRPr="00882970" w:rsidRDefault="00EA5AFB" w:rsidP="00F3353D"/>
        </w:tc>
        <w:tc>
          <w:tcPr>
            <w:tcW w:w="368" w:type="pct"/>
          </w:tcPr>
          <w:p w14:paraId="094ADEB1" w14:textId="77777777" w:rsidR="00EA5AFB" w:rsidRPr="00882970" w:rsidRDefault="00EA5AFB" w:rsidP="00F3353D"/>
        </w:tc>
        <w:tc>
          <w:tcPr>
            <w:tcW w:w="322" w:type="pct"/>
          </w:tcPr>
          <w:p w14:paraId="184DF50F" w14:textId="77777777" w:rsidR="00EA5AFB" w:rsidRPr="00882970" w:rsidRDefault="00EA5AFB" w:rsidP="00F3353D"/>
        </w:tc>
        <w:tc>
          <w:tcPr>
            <w:tcW w:w="1133" w:type="pct"/>
          </w:tcPr>
          <w:p w14:paraId="01BF023E" w14:textId="77777777" w:rsidR="00EA5AFB" w:rsidRPr="00882970" w:rsidRDefault="00EA5AFB" w:rsidP="00F3353D"/>
        </w:tc>
      </w:tr>
      <w:tr w:rsidR="00EA5AFB" w:rsidRPr="00882970" w14:paraId="7EBFFBB1" w14:textId="77777777" w:rsidTr="00A90F08">
        <w:trPr>
          <w:trHeight w:val="22"/>
        </w:trPr>
        <w:tc>
          <w:tcPr>
            <w:tcW w:w="296" w:type="pct"/>
          </w:tcPr>
          <w:p w14:paraId="14340C14" w14:textId="77777777" w:rsidR="00EA5AFB" w:rsidRPr="00882970" w:rsidRDefault="00EA5AFB" w:rsidP="00F3353D"/>
        </w:tc>
        <w:tc>
          <w:tcPr>
            <w:tcW w:w="578" w:type="pct"/>
          </w:tcPr>
          <w:p w14:paraId="2BC014F6" w14:textId="77777777" w:rsidR="00EA5AFB" w:rsidRPr="00882970" w:rsidRDefault="00EA5AFB" w:rsidP="00F3353D"/>
        </w:tc>
        <w:tc>
          <w:tcPr>
            <w:tcW w:w="415" w:type="pct"/>
          </w:tcPr>
          <w:p w14:paraId="02F0F5F7" w14:textId="77777777" w:rsidR="00EA5AFB" w:rsidRPr="00882970" w:rsidRDefault="00EA5AFB" w:rsidP="00F3353D"/>
        </w:tc>
        <w:tc>
          <w:tcPr>
            <w:tcW w:w="390" w:type="pct"/>
          </w:tcPr>
          <w:p w14:paraId="7118BAFA" w14:textId="77777777" w:rsidR="00EA5AFB" w:rsidRPr="00882970" w:rsidRDefault="00EA5AFB" w:rsidP="00F3353D"/>
        </w:tc>
        <w:tc>
          <w:tcPr>
            <w:tcW w:w="346" w:type="pct"/>
          </w:tcPr>
          <w:p w14:paraId="5CC9F624" w14:textId="77777777" w:rsidR="00EA5AFB" w:rsidRPr="00882970" w:rsidRDefault="00EA5AFB" w:rsidP="00F3353D"/>
        </w:tc>
        <w:tc>
          <w:tcPr>
            <w:tcW w:w="369" w:type="pct"/>
          </w:tcPr>
          <w:p w14:paraId="4AF4B472" w14:textId="77777777" w:rsidR="00EA5AFB" w:rsidRPr="00882970" w:rsidRDefault="00EA5AFB" w:rsidP="00F3353D"/>
        </w:tc>
        <w:tc>
          <w:tcPr>
            <w:tcW w:w="368" w:type="pct"/>
          </w:tcPr>
          <w:p w14:paraId="28BB4C70" w14:textId="77777777" w:rsidR="00EA5AFB" w:rsidRPr="00882970" w:rsidRDefault="00EA5AFB" w:rsidP="00F3353D"/>
        </w:tc>
        <w:tc>
          <w:tcPr>
            <w:tcW w:w="415" w:type="pct"/>
          </w:tcPr>
          <w:p w14:paraId="3470220E" w14:textId="77777777" w:rsidR="00EA5AFB" w:rsidRPr="00882970" w:rsidRDefault="00EA5AFB" w:rsidP="00F3353D"/>
        </w:tc>
        <w:tc>
          <w:tcPr>
            <w:tcW w:w="368" w:type="pct"/>
          </w:tcPr>
          <w:p w14:paraId="4CD743DC" w14:textId="77777777" w:rsidR="00EA5AFB" w:rsidRPr="00882970" w:rsidRDefault="00EA5AFB" w:rsidP="00F3353D"/>
        </w:tc>
        <w:tc>
          <w:tcPr>
            <w:tcW w:w="322" w:type="pct"/>
          </w:tcPr>
          <w:p w14:paraId="7953216A" w14:textId="77777777" w:rsidR="00EA5AFB" w:rsidRPr="00882970" w:rsidRDefault="00EA5AFB" w:rsidP="00F3353D"/>
        </w:tc>
        <w:tc>
          <w:tcPr>
            <w:tcW w:w="1133" w:type="pct"/>
          </w:tcPr>
          <w:p w14:paraId="0535DF31" w14:textId="77777777" w:rsidR="00EA5AFB" w:rsidRPr="00882970" w:rsidRDefault="00EA5AFB" w:rsidP="00F3353D"/>
        </w:tc>
      </w:tr>
    </w:tbl>
    <w:p w14:paraId="035FEA75" w14:textId="77777777" w:rsidR="00875781" w:rsidRPr="00875781" w:rsidRDefault="00875781" w:rsidP="00875781"/>
    <w:sectPr w:rsidR="00875781" w:rsidRPr="00875781" w:rsidSect="00EA5AFB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720" w:bottom="720" w:left="720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A686A" w14:textId="77777777" w:rsidR="00030E36" w:rsidRDefault="00030E36" w:rsidP="008E21DE">
      <w:pPr>
        <w:spacing w:before="0" w:after="0"/>
      </w:pPr>
      <w:r>
        <w:separator/>
      </w:r>
    </w:p>
    <w:p w14:paraId="6F748BD6" w14:textId="77777777" w:rsidR="00030E36" w:rsidRDefault="00030E36"/>
  </w:endnote>
  <w:endnote w:type="continuationSeparator" w:id="0">
    <w:p w14:paraId="6CEE88F7" w14:textId="77777777" w:rsidR="00030E36" w:rsidRDefault="00030E36" w:rsidP="008E21DE">
      <w:pPr>
        <w:spacing w:before="0" w:after="0"/>
      </w:pPr>
      <w:r>
        <w:continuationSeparator/>
      </w:r>
    </w:p>
    <w:p w14:paraId="16096D5C" w14:textId="77777777" w:rsidR="00030E36" w:rsidRDefault="00030E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BEE98" w14:textId="074B9064" w:rsidR="00013309" w:rsidRPr="00500DA0" w:rsidRDefault="003E5D84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3016B018D6EA4A3DB07934059637A58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417E7">
          <w:rPr>
            <w:rFonts w:ascii="ArialMT" w:hAnsi="ArialMT" w:cs="ArialMT"/>
            <w:szCs w:val="16"/>
          </w:rPr>
          <w:t>Form A05 Aircraft journey log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61AC3" w14:textId="77777777" w:rsidR="00013309" w:rsidRDefault="00013309" w:rsidP="00013309">
    <w:pPr>
      <w:pStyle w:val="Footer"/>
    </w:pPr>
    <w:r>
      <w:t>Civil Aviation Safety Authority</w:t>
    </w:r>
  </w:p>
  <w:p w14:paraId="28BD9D42" w14:textId="015A3039" w:rsidR="00013309" w:rsidRDefault="003E5D84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417E7">
          <w:rPr>
            <w:rFonts w:ascii="ArialMT" w:hAnsi="ArialMT" w:cs="ArialMT"/>
            <w:szCs w:val="16"/>
          </w:rPr>
          <w:t>Form A05 Aircraft journey log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E417E7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E417E7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0D46AE8B" w14:textId="77777777" w:rsidR="00013309" w:rsidRPr="00A365CA" w:rsidRDefault="003E5D84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82D02A4" wp14:editId="21CB3CB3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E460D1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2D02A4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0CE460D1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35A11" w14:textId="77777777" w:rsidR="00030E36" w:rsidRPr="0022402E" w:rsidRDefault="00030E36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04412144" w14:textId="77777777" w:rsidR="00030E36" w:rsidRDefault="00030E36" w:rsidP="008E21DE">
      <w:pPr>
        <w:spacing w:before="0" w:after="0"/>
      </w:pPr>
      <w:r>
        <w:continuationSeparator/>
      </w:r>
    </w:p>
    <w:p w14:paraId="51A5E500" w14:textId="77777777" w:rsidR="00030E36" w:rsidRDefault="00030E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68A54" w14:textId="77777777" w:rsidR="00DD684D" w:rsidRDefault="00DD684D" w:rsidP="00DD684D">
    <w:pPr>
      <w:pStyle w:val="Header"/>
    </w:pPr>
    <w:r>
      <w:t>ORGANISATION NAME/DETAILS</w:t>
    </w:r>
  </w:p>
  <w:p w14:paraId="68159DD1" w14:textId="77777777" w:rsidR="00013309" w:rsidRPr="00DD684D" w:rsidRDefault="003E5D84" w:rsidP="00154E83">
    <w:pPr>
      <w:pStyle w:val="Header"/>
      <w:spacing w:after="120"/>
    </w:pPr>
    <w:r>
      <w:pict w14:anchorId="618FE40F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41F73" w14:textId="77777777" w:rsidR="00463F67" w:rsidRDefault="003E5D84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7E7"/>
    <w:rsid w:val="00013309"/>
    <w:rsid w:val="000249B9"/>
    <w:rsid w:val="00030E36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54E83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E5D84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03E31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A7D1B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33111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619CA"/>
    <w:rsid w:val="00875781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90F08"/>
    <w:rsid w:val="00AA4954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32F10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0E30"/>
    <w:rsid w:val="00E2309B"/>
    <w:rsid w:val="00E417E7"/>
    <w:rsid w:val="00E5425D"/>
    <w:rsid w:val="00E67411"/>
    <w:rsid w:val="00E70E31"/>
    <w:rsid w:val="00E819EA"/>
    <w:rsid w:val="00E9794A"/>
    <w:rsid w:val="00EA5AFB"/>
    <w:rsid w:val="00EF410A"/>
    <w:rsid w:val="00EF4556"/>
    <w:rsid w:val="00F34BEE"/>
    <w:rsid w:val="00F81326"/>
    <w:rsid w:val="00F86B38"/>
    <w:rsid w:val="00F9318C"/>
    <w:rsid w:val="00F95342"/>
    <w:rsid w:val="00F95D51"/>
    <w:rsid w:val="00FE4D12"/>
    <w:rsid w:val="00FE4ECC"/>
    <w:rsid w:val="00FE7148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E407F"/>
  <w15:chartTrackingRefBased/>
  <w15:docId w15:val="{1AD8D5A4-8C88-400B-BE6F-E696567D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E417E7"/>
    <w:rPr>
      <w:kern w:val="32"/>
    </w:rPr>
  </w:style>
  <w:style w:type="table" w:customStyle="1" w:styleId="SD-MOStable">
    <w:name w:val="SD - MOS table"/>
    <w:basedOn w:val="TableNormal"/>
    <w:uiPriority w:val="99"/>
    <w:rsid w:val="00EA5AFB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paragraph" w:customStyle="1" w:styleId="Sampletext">
    <w:name w:val="Sample text"/>
    <w:basedOn w:val="Normal"/>
    <w:qFormat/>
    <w:rsid w:val="00EA5AFB"/>
    <w:pPr>
      <w:keepNext/>
      <w:spacing w:before="240"/>
    </w:pPr>
    <w:rPr>
      <w:b/>
      <w:color w:val="023E5C" w:themeColor="text2"/>
    </w:rPr>
  </w:style>
  <w:style w:type="table" w:styleId="TableGridLight">
    <w:name w:val="Grid Table Light"/>
    <w:basedOn w:val="TableNormal"/>
    <w:uiPriority w:val="40"/>
    <w:rsid w:val="00503E31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016B018D6EA4A3DB07934059637A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6E858-7861-497D-A86A-2E2EEDAE78E0}"/>
      </w:docPartPr>
      <w:docPartBody>
        <w:p w:rsidR="002B3B45" w:rsidRDefault="002B3B45">
          <w:pPr>
            <w:pStyle w:val="3016B018D6EA4A3DB07934059637A589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FB3"/>
    <w:rsid w:val="00071FB3"/>
    <w:rsid w:val="00157362"/>
    <w:rsid w:val="002B3B45"/>
    <w:rsid w:val="00552BD5"/>
    <w:rsid w:val="005A7D1B"/>
    <w:rsid w:val="00D26448"/>
    <w:rsid w:val="00D32F10"/>
    <w:rsid w:val="00E20E30"/>
    <w:rsid w:val="00EF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016B018D6EA4A3DB07934059637A589">
    <w:name w:val="3016B018D6EA4A3DB07934059637A5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09d1133f-994b-4ec9-8bcd-76b1f6ed9a8c"/>
    <ds:schemaRef ds:uri="147bc000-5d24-4a58-bdb3-1d507d54dc98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3</TotalTime>
  <Pages>1</Pages>
  <Words>45</Words>
  <Characters>256</Characters>
  <Application>Microsoft Office Word</Application>
  <DocSecurity>0</DocSecurity>
  <Lines>85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A05 Aircraft journey log</vt:lpstr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A05 Aircraft journey log</dc:title>
  <dc:subject/>
  <dc:creator>Bartholomew, Tina</dc:creator>
  <cp:keywords/>
  <dc:description/>
  <cp:lastModifiedBy>Bartholomew, Tina</cp:lastModifiedBy>
  <cp:revision>8</cp:revision>
  <dcterms:created xsi:type="dcterms:W3CDTF">2025-11-18T03:31:00Z</dcterms:created>
  <dcterms:modified xsi:type="dcterms:W3CDTF">2025-11-25T04:51:00Z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NOS-2025-0039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